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872B0" w14:textId="29330B3C" w:rsidR="007D3293" w:rsidRDefault="007E01CD">
      <w:pPr>
        <w:jc w:val="center"/>
        <w:rPr>
          <w:b/>
          <w:sz w:val="44"/>
          <w:szCs w:val="44"/>
        </w:rPr>
      </w:pPr>
      <w:r>
        <w:rPr>
          <w:rFonts w:eastAsia="楷体_GB2312"/>
          <w:b/>
          <w:sz w:val="30"/>
        </w:rPr>
        <w:t xml:space="preserve">  </w:t>
      </w:r>
      <w:r>
        <w:rPr>
          <w:rFonts w:hint="eastAsia"/>
          <w:b/>
          <w:sz w:val="44"/>
          <w:szCs w:val="44"/>
        </w:rPr>
        <w:t>20</w:t>
      </w:r>
      <w:r w:rsidR="0000798A">
        <w:rPr>
          <w:rFonts w:hint="eastAsia"/>
          <w:b/>
          <w:sz w:val="44"/>
          <w:szCs w:val="44"/>
        </w:rPr>
        <w:t>20</w:t>
      </w:r>
      <w:r>
        <w:rPr>
          <w:rFonts w:hint="eastAsia"/>
          <w:b/>
          <w:sz w:val="44"/>
          <w:szCs w:val="44"/>
        </w:rPr>
        <w:t>-20</w:t>
      </w:r>
      <w:r w:rsidR="0000798A">
        <w:rPr>
          <w:rFonts w:hint="eastAsia"/>
          <w:b/>
          <w:sz w:val="44"/>
          <w:szCs w:val="44"/>
        </w:rPr>
        <w:t>21</w:t>
      </w:r>
      <w:r>
        <w:rPr>
          <w:rFonts w:hint="eastAsia"/>
          <w:b/>
          <w:sz w:val="44"/>
          <w:szCs w:val="44"/>
        </w:rPr>
        <w:t>第</w:t>
      </w:r>
      <w:r w:rsidR="00597287">
        <w:rPr>
          <w:rFonts w:hint="eastAsia"/>
          <w:b/>
          <w:sz w:val="44"/>
          <w:szCs w:val="44"/>
        </w:rPr>
        <w:t>二</w:t>
      </w:r>
      <w:r>
        <w:rPr>
          <w:rFonts w:hint="eastAsia"/>
          <w:b/>
          <w:sz w:val="44"/>
          <w:szCs w:val="44"/>
        </w:rPr>
        <w:t>学期南大选课单</w:t>
      </w:r>
    </w:p>
    <w:p w14:paraId="47BE849F" w14:textId="77777777" w:rsidR="00AD1EF9" w:rsidRDefault="00AD1EF9">
      <w:pPr>
        <w:jc w:val="center"/>
        <w:rPr>
          <w:b/>
          <w:sz w:val="44"/>
          <w:szCs w:val="44"/>
        </w:rPr>
      </w:pPr>
    </w:p>
    <w:p w14:paraId="17B87451" w14:textId="1E016927" w:rsidR="007D3293" w:rsidRDefault="007E01CD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姓名：</w:t>
      </w:r>
      <w:r w:rsidR="0000798A">
        <w:rPr>
          <w:rFonts w:hint="eastAsia"/>
          <w:b/>
          <w:sz w:val="32"/>
          <w:szCs w:val="32"/>
        </w:rPr>
        <w:t xml:space="preserve"> </w:t>
      </w:r>
      <w:r w:rsidR="0000798A">
        <w:rPr>
          <w:b/>
          <w:sz w:val="32"/>
          <w:szCs w:val="32"/>
        </w:rPr>
        <w:t xml:space="preserve">     </w:t>
      </w:r>
      <w:r>
        <w:rPr>
          <w:rFonts w:hint="eastAsia"/>
          <w:b/>
          <w:sz w:val="32"/>
          <w:szCs w:val="32"/>
        </w:rPr>
        <w:t xml:space="preserve">                      </w:t>
      </w:r>
      <w:r>
        <w:rPr>
          <w:rFonts w:hint="eastAsia"/>
          <w:b/>
          <w:sz w:val="32"/>
          <w:szCs w:val="32"/>
        </w:rPr>
        <w:t>学号：</w:t>
      </w:r>
    </w:p>
    <w:p w14:paraId="1A52FCB4" w14:textId="21ABC10C" w:rsidR="007D3293" w:rsidRDefault="007E01CD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院系：</w:t>
      </w:r>
      <w:r w:rsidR="0000798A">
        <w:rPr>
          <w:rFonts w:hint="eastAsia"/>
          <w:b/>
          <w:sz w:val="32"/>
          <w:szCs w:val="32"/>
        </w:rPr>
        <w:t xml:space="preserve"> </w:t>
      </w:r>
      <w:r w:rsidR="0000798A">
        <w:rPr>
          <w:b/>
          <w:sz w:val="32"/>
          <w:szCs w:val="32"/>
        </w:rPr>
        <w:t xml:space="preserve">             </w:t>
      </w:r>
      <w:r>
        <w:rPr>
          <w:rFonts w:hint="eastAsia"/>
          <w:b/>
          <w:sz w:val="32"/>
          <w:szCs w:val="32"/>
        </w:rPr>
        <w:t xml:space="preserve">              </w:t>
      </w:r>
      <w:r>
        <w:rPr>
          <w:rFonts w:hint="eastAsia"/>
          <w:b/>
          <w:sz w:val="32"/>
          <w:szCs w:val="32"/>
        </w:rPr>
        <w:t>专业：</w:t>
      </w:r>
      <w:r w:rsidR="0000798A">
        <w:rPr>
          <w:b/>
          <w:sz w:val="32"/>
          <w:szCs w:val="32"/>
        </w:rPr>
        <w:t xml:space="preserve"> </w:t>
      </w:r>
    </w:p>
    <w:tbl>
      <w:tblPr>
        <w:tblW w:w="10123" w:type="dxa"/>
        <w:tblInd w:w="-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"/>
        <w:gridCol w:w="2589"/>
        <w:gridCol w:w="1124"/>
        <w:gridCol w:w="607"/>
        <w:gridCol w:w="2180"/>
        <w:gridCol w:w="3257"/>
      </w:tblGrid>
      <w:tr w:rsidR="007D3293" w14:paraId="445845C2" w14:textId="77777777">
        <w:trPr>
          <w:cantSplit/>
          <w:trHeight w:val="594"/>
        </w:trPr>
        <w:tc>
          <w:tcPr>
            <w:tcW w:w="36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53E7C" w14:textId="77777777" w:rsidR="007D3293" w:rsidRDefault="007E01C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25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B049F" w14:textId="77777777" w:rsidR="007D3293" w:rsidRDefault="007E01C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课程名称</w:t>
            </w:r>
          </w:p>
        </w:tc>
        <w:tc>
          <w:tcPr>
            <w:tcW w:w="11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D1F0E" w14:textId="77777777" w:rsidR="007D3293" w:rsidRDefault="007E01C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课程编号</w:t>
            </w:r>
          </w:p>
        </w:tc>
        <w:tc>
          <w:tcPr>
            <w:tcW w:w="6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D2704" w14:textId="77777777" w:rsidR="007D3293" w:rsidRDefault="007E01C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学分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44E9082" w14:textId="77777777" w:rsidR="007D3293" w:rsidRDefault="007E01C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开课层次</w:t>
            </w:r>
          </w:p>
        </w:tc>
        <w:tc>
          <w:tcPr>
            <w:tcW w:w="32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0A8CB7" w14:textId="77777777" w:rsidR="007D3293" w:rsidRDefault="007E01C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主讲</w:t>
            </w:r>
          </w:p>
          <w:p w14:paraId="20C518E1" w14:textId="77777777" w:rsidR="007D3293" w:rsidRDefault="007E01C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教师</w:t>
            </w:r>
          </w:p>
        </w:tc>
      </w:tr>
      <w:tr w:rsidR="007D3293" w14:paraId="410FBFAC" w14:textId="77777777">
        <w:trPr>
          <w:cantSplit/>
          <w:trHeight w:val="456"/>
        </w:trPr>
        <w:tc>
          <w:tcPr>
            <w:tcW w:w="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8EB09" w14:textId="77777777" w:rsidR="007D3293" w:rsidRDefault="007E01CD">
            <w:pPr>
              <w:jc w:val="center"/>
            </w:pPr>
            <w:r>
              <w:t>1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D7DA6" w14:textId="1EEED1E0" w:rsidR="007D3293" w:rsidRDefault="007D3293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A5127" w14:textId="1AE6AFB1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7804C7" w14:textId="07CE92E9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5C4EAA" w14:textId="55826E4E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74299B7" w14:textId="5519B004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</w:tr>
      <w:tr w:rsidR="007D3293" w14:paraId="2E533882" w14:textId="77777777">
        <w:trPr>
          <w:cantSplit/>
          <w:trHeight w:val="456"/>
        </w:trPr>
        <w:tc>
          <w:tcPr>
            <w:tcW w:w="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8FA2F" w14:textId="77777777" w:rsidR="007D3293" w:rsidRDefault="007E01C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2A89A" w14:textId="503D72F3" w:rsidR="007D3293" w:rsidRDefault="007D3293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AF961" w14:textId="5CC6C341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EDEB7C" w14:textId="7D1D0146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66FC771" w14:textId="62AF60AF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431A42" w14:textId="4AF6372C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</w:tr>
      <w:tr w:rsidR="007D3293" w14:paraId="25655D86" w14:textId="77777777">
        <w:trPr>
          <w:cantSplit/>
          <w:trHeight w:val="456"/>
        </w:trPr>
        <w:tc>
          <w:tcPr>
            <w:tcW w:w="36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BA798" w14:textId="77777777" w:rsidR="007D3293" w:rsidRDefault="007E01C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9604A" w14:textId="422814C8" w:rsidR="007D3293" w:rsidRDefault="007D3293">
            <w:pPr>
              <w:rPr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FCA33" w14:textId="501EA18A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D0621" w14:textId="2529D009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E106B7" w14:textId="35A8BB65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1CB7571" w14:textId="606FA20D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CC19FB1" w14:textId="77777777" w:rsidR="007D3293" w:rsidRDefault="007D3293"/>
    <w:p w14:paraId="6B18241D" w14:textId="77777777" w:rsidR="007D3293" w:rsidRDefault="007D3293"/>
    <w:p w14:paraId="182E4C12" w14:textId="140900E1" w:rsidR="007D3293" w:rsidRDefault="007E01CD">
      <w:pPr>
        <w:ind w:firstLineChars="400" w:firstLine="1767"/>
      </w:pPr>
      <w:r>
        <w:rPr>
          <w:rFonts w:hint="eastAsia"/>
          <w:b/>
          <w:sz w:val="44"/>
          <w:szCs w:val="44"/>
        </w:rPr>
        <w:t>20</w:t>
      </w:r>
      <w:r w:rsidR="0000798A">
        <w:rPr>
          <w:rFonts w:hint="eastAsia"/>
          <w:b/>
          <w:sz w:val="44"/>
          <w:szCs w:val="44"/>
        </w:rPr>
        <w:t>20</w:t>
      </w:r>
      <w:r>
        <w:rPr>
          <w:rFonts w:hint="eastAsia"/>
          <w:b/>
          <w:sz w:val="44"/>
          <w:szCs w:val="44"/>
        </w:rPr>
        <w:t>-20</w:t>
      </w:r>
      <w:r w:rsidR="0000798A">
        <w:rPr>
          <w:rFonts w:hint="eastAsia"/>
          <w:b/>
          <w:sz w:val="44"/>
          <w:szCs w:val="44"/>
        </w:rPr>
        <w:t>21</w:t>
      </w:r>
      <w:r>
        <w:rPr>
          <w:rFonts w:hint="eastAsia"/>
          <w:b/>
          <w:sz w:val="44"/>
          <w:szCs w:val="44"/>
        </w:rPr>
        <w:t>第</w:t>
      </w:r>
      <w:r w:rsidR="00597287">
        <w:rPr>
          <w:rFonts w:hint="eastAsia"/>
          <w:b/>
          <w:sz w:val="44"/>
          <w:szCs w:val="44"/>
        </w:rPr>
        <w:t>二</w:t>
      </w:r>
      <w:r>
        <w:rPr>
          <w:rFonts w:hint="eastAsia"/>
          <w:b/>
          <w:sz w:val="44"/>
          <w:szCs w:val="44"/>
        </w:rPr>
        <w:t>学期课表</w:t>
      </w:r>
    </w:p>
    <w:p w14:paraId="432918CB" w14:textId="77777777" w:rsidR="007D3293" w:rsidRDefault="007D3293"/>
    <w:tbl>
      <w:tblPr>
        <w:tblW w:w="10128" w:type="dxa"/>
        <w:tblInd w:w="-5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1812"/>
        <w:gridCol w:w="1842"/>
        <w:gridCol w:w="1843"/>
        <w:gridCol w:w="1843"/>
        <w:gridCol w:w="1843"/>
      </w:tblGrid>
      <w:tr w:rsidR="007D3293" w14:paraId="53D005B9" w14:textId="77777777">
        <w:trPr>
          <w:trHeight w:val="469"/>
        </w:trPr>
        <w:tc>
          <w:tcPr>
            <w:tcW w:w="9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l2br w:val="single" w:sz="4" w:space="0" w:color="auto"/>
            </w:tcBorders>
          </w:tcPr>
          <w:p w14:paraId="1AA8FDD0" w14:textId="77777777" w:rsidR="007D3293" w:rsidRDefault="007E01CD">
            <w:r>
              <w:t xml:space="preserve">  </w:t>
            </w:r>
            <w:r>
              <w:rPr>
                <w:rFonts w:hint="eastAsia"/>
              </w:rPr>
              <w:t>星期</w:t>
            </w:r>
          </w:p>
          <w:p w14:paraId="601DD4C6" w14:textId="77777777" w:rsidR="007D3293" w:rsidRDefault="007E01CD">
            <w:r>
              <w:rPr>
                <w:rFonts w:hint="eastAsia"/>
              </w:rPr>
              <w:t>节次</w:t>
            </w:r>
          </w:p>
        </w:tc>
        <w:tc>
          <w:tcPr>
            <w:tcW w:w="181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78A351" w14:textId="77777777" w:rsidR="007D3293" w:rsidRDefault="007E01CD"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E5023" w14:textId="77777777" w:rsidR="007D3293" w:rsidRDefault="007E01CD"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F53658" w14:textId="77777777" w:rsidR="007D3293" w:rsidRDefault="007E01CD"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28989" w14:textId="77777777" w:rsidR="007D3293" w:rsidRDefault="007E01CD">
            <w:pPr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D3361F" w14:textId="77777777" w:rsidR="007D3293" w:rsidRDefault="007E01CD">
            <w:pPr>
              <w:jc w:val="center"/>
            </w:pPr>
            <w:r>
              <w:rPr>
                <w:rFonts w:hint="eastAsia"/>
              </w:rPr>
              <w:t>五</w:t>
            </w:r>
          </w:p>
        </w:tc>
      </w:tr>
      <w:tr w:rsidR="007D3293" w14:paraId="17B333C3" w14:textId="77777777">
        <w:trPr>
          <w:cantSplit/>
          <w:trHeight w:val="347"/>
        </w:trPr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786877" w14:textId="77777777" w:rsidR="007D3293" w:rsidRDefault="007E01CD">
            <w:r>
              <w:rPr>
                <w:rFonts w:hint="eastAsia"/>
              </w:rPr>
              <w:t xml:space="preserve">   1</w:t>
            </w:r>
          </w:p>
        </w:tc>
        <w:tc>
          <w:tcPr>
            <w:tcW w:w="1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C8A67" w14:textId="77777777" w:rsidR="007D3293" w:rsidRDefault="007D3293">
            <w:pPr>
              <w:tabs>
                <w:tab w:val="left" w:pos="4305"/>
              </w:tabs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65DEC" w14:textId="77777777" w:rsidR="007D3293" w:rsidRDefault="007D3293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B6DD28" w14:textId="16B21AD8" w:rsidR="007D3293" w:rsidRDefault="007D3293">
            <w:pPr>
              <w:tabs>
                <w:tab w:val="left" w:pos="4305"/>
              </w:tabs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4F1FCC" w14:textId="77777777" w:rsidR="007D3293" w:rsidRDefault="007D3293">
            <w:pPr>
              <w:tabs>
                <w:tab w:val="left" w:pos="4305"/>
              </w:tabs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83ADE6" w14:textId="77777777" w:rsidR="007D3293" w:rsidRDefault="007D3293">
            <w:pPr>
              <w:ind w:firstLineChars="50" w:firstLine="105"/>
              <w:jc w:val="center"/>
              <w:rPr>
                <w:szCs w:val="21"/>
              </w:rPr>
            </w:pPr>
          </w:p>
        </w:tc>
      </w:tr>
      <w:tr w:rsidR="007D3293" w14:paraId="1BDF4215" w14:textId="77777777">
        <w:trPr>
          <w:cantSplit/>
          <w:trHeight w:val="179"/>
        </w:trPr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D58632" w14:textId="77777777" w:rsidR="007D3293" w:rsidRDefault="007E01CD">
            <w:pPr>
              <w:jc w:val="center"/>
            </w:pPr>
            <w:r>
              <w:t>2</w:t>
            </w:r>
          </w:p>
        </w:tc>
        <w:tc>
          <w:tcPr>
            <w:tcW w:w="18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8A1B82" w14:textId="77777777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4E20EC" w14:textId="77777777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51B748" w14:textId="77777777" w:rsidR="007D3293" w:rsidRDefault="007D3293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F10BD1" w14:textId="77777777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F0F6B" w14:textId="77777777" w:rsidR="007D3293" w:rsidRDefault="007D3293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7D3293" w14:paraId="2F73B9BA" w14:textId="77777777">
        <w:trPr>
          <w:cantSplit/>
          <w:trHeight w:val="345"/>
        </w:trPr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F6DAAC" w14:textId="77777777" w:rsidR="007D3293" w:rsidRDefault="007E01CD">
            <w:pPr>
              <w:jc w:val="center"/>
            </w:pPr>
            <w:r>
              <w:t>3</w:t>
            </w:r>
          </w:p>
        </w:tc>
        <w:tc>
          <w:tcPr>
            <w:tcW w:w="181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2FD76B" w14:textId="77777777" w:rsidR="007D3293" w:rsidRDefault="007D3293">
            <w:pPr>
              <w:tabs>
                <w:tab w:val="left" w:pos="4305"/>
              </w:tabs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680308" w14:textId="77777777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1B7D03" w14:textId="61F8F73F" w:rsidR="007D3293" w:rsidRDefault="007D329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979E8C" w14:textId="77777777" w:rsidR="007D3293" w:rsidRDefault="007D329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40D01" w14:textId="49BC904F" w:rsidR="007D3293" w:rsidRDefault="007D3293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7D3293" w14:paraId="70032521" w14:textId="77777777">
        <w:trPr>
          <w:cantSplit/>
          <w:trHeight w:val="317"/>
        </w:trPr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A8F0A9" w14:textId="77777777" w:rsidR="007D3293" w:rsidRDefault="007E01CD">
            <w:pPr>
              <w:jc w:val="center"/>
            </w:pPr>
            <w:r>
              <w:t>4</w:t>
            </w:r>
          </w:p>
        </w:tc>
        <w:tc>
          <w:tcPr>
            <w:tcW w:w="1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253FF0" w14:textId="77777777" w:rsidR="007D3293" w:rsidRDefault="007D3293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12AB09" w14:textId="77777777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3851BC" w14:textId="77777777" w:rsidR="007D3293" w:rsidRDefault="007D329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A46E7D" w14:textId="77777777" w:rsidR="007D3293" w:rsidRDefault="007D329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2F9F67" w14:textId="77777777" w:rsidR="007D3293" w:rsidRDefault="007D3293">
            <w:pPr>
              <w:widowControl/>
              <w:jc w:val="center"/>
              <w:rPr>
                <w:sz w:val="18"/>
                <w:szCs w:val="18"/>
              </w:rPr>
            </w:pPr>
          </w:p>
        </w:tc>
      </w:tr>
      <w:tr w:rsidR="007D3293" w14:paraId="41318E66" w14:textId="77777777">
        <w:trPr>
          <w:cantSplit/>
          <w:trHeight w:val="345"/>
        </w:trPr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B466B6" w14:textId="77777777" w:rsidR="007D3293" w:rsidRDefault="007E01CD">
            <w:pPr>
              <w:jc w:val="center"/>
            </w:pPr>
            <w:r>
              <w:t>5</w:t>
            </w:r>
          </w:p>
        </w:tc>
        <w:tc>
          <w:tcPr>
            <w:tcW w:w="1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33CBF3" w14:textId="469690C8" w:rsidR="007D3293" w:rsidRDefault="007D329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40105" w14:textId="77777777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7EB31" w14:textId="77777777" w:rsidR="007D3293" w:rsidRDefault="007D32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F583" w14:textId="27320FD8" w:rsidR="007D3293" w:rsidRDefault="007D3293">
            <w:pPr>
              <w:tabs>
                <w:tab w:val="left" w:pos="4305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F245DDC" w14:textId="77777777" w:rsidR="007D3293" w:rsidRDefault="007D3293">
            <w:pPr>
              <w:ind w:firstLineChars="200" w:firstLine="360"/>
              <w:rPr>
                <w:sz w:val="18"/>
                <w:szCs w:val="18"/>
              </w:rPr>
            </w:pPr>
          </w:p>
        </w:tc>
      </w:tr>
      <w:tr w:rsidR="007D3293" w14:paraId="19B66BE0" w14:textId="77777777">
        <w:trPr>
          <w:cantSplit/>
          <w:trHeight w:val="326"/>
        </w:trPr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30B1DA" w14:textId="77777777" w:rsidR="007D3293" w:rsidRDefault="007E01CD">
            <w:pPr>
              <w:jc w:val="center"/>
            </w:pPr>
            <w:r>
              <w:t>6</w:t>
            </w:r>
          </w:p>
        </w:tc>
        <w:tc>
          <w:tcPr>
            <w:tcW w:w="181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23C705" w14:textId="77777777" w:rsidR="007D3293" w:rsidRDefault="007D3293">
            <w:pPr>
              <w:widowControl/>
              <w:jc w:val="left"/>
              <w:rPr>
                <w:color w:val="000000"/>
                <w:sz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96E7F3" w14:textId="77777777" w:rsidR="007D3293" w:rsidRDefault="007D3293">
            <w:pPr>
              <w:widowControl/>
              <w:jc w:val="left"/>
              <w:rPr>
                <w:color w:val="000000"/>
                <w:sz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4D4D04" w14:textId="77777777" w:rsidR="007D3293" w:rsidRDefault="007D3293">
            <w:pPr>
              <w:jc w:val="center"/>
              <w:rPr>
                <w:color w:val="000000"/>
                <w:sz w:val="13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2F90501F" w14:textId="77777777" w:rsidR="007D3293" w:rsidRDefault="007D3293">
            <w:pPr>
              <w:jc w:val="left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E5E7B8B" w14:textId="77777777" w:rsidR="007D3293" w:rsidRDefault="007D3293">
            <w:pPr>
              <w:jc w:val="left"/>
              <w:rPr>
                <w:sz w:val="18"/>
              </w:rPr>
            </w:pPr>
          </w:p>
        </w:tc>
      </w:tr>
      <w:tr w:rsidR="007D3293" w14:paraId="0F946A8C" w14:textId="77777777">
        <w:trPr>
          <w:cantSplit/>
          <w:trHeight w:val="164"/>
        </w:trPr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5524D4" w14:textId="77777777" w:rsidR="007D3293" w:rsidRDefault="007E01CD">
            <w:pPr>
              <w:jc w:val="center"/>
            </w:pPr>
            <w:r>
              <w:t>7</w:t>
            </w:r>
          </w:p>
        </w:tc>
        <w:tc>
          <w:tcPr>
            <w:tcW w:w="181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729230" w14:textId="77777777" w:rsidR="007D3293" w:rsidRDefault="007D329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5F059E" w14:textId="77777777" w:rsidR="007D3293" w:rsidRDefault="007D3293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67517E" w14:textId="77777777" w:rsidR="007D3293" w:rsidRDefault="007D3293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E3979" w14:textId="77777777" w:rsidR="007D3293" w:rsidRDefault="007D3293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5DFA39C" w14:textId="77777777" w:rsidR="007D3293" w:rsidRDefault="007D3293">
            <w:pPr>
              <w:widowControl/>
              <w:jc w:val="left"/>
              <w:rPr>
                <w:sz w:val="18"/>
              </w:rPr>
            </w:pPr>
          </w:p>
        </w:tc>
      </w:tr>
      <w:tr w:rsidR="007D3293" w14:paraId="67F3184D" w14:textId="77777777">
        <w:trPr>
          <w:cantSplit/>
          <w:trHeight w:val="345"/>
        </w:trPr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C82C4A" w14:textId="77777777" w:rsidR="007D3293" w:rsidRDefault="007E01CD">
            <w:pPr>
              <w:jc w:val="center"/>
            </w:pPr>
            <w:r>
              <w:t>8</w:t>
            </w:r>
          </w:p>
        </w:tc>
        <w:tc>
          <w:tcPr>
            <w:tcW w:w="1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57EBE5" w14:textId="77777777" w:rsidR="007D3293" w:rsidRDefault="007D3293">
            <w:pPr>
              <w:jc w:val="left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01A84E" w14:textId="77777777" w:rsidR="007D3293" w:rsidRDefault="007D3293">
            <w:pPr>
              <w:widowControl/>
              <w:jc w:val="left"/>
              <w:rPr>
                <w:color w:val="000000"/>
                <w:sz w:val="18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A27254" w14:textId="77777777" w:rsidR="007D3293" w:rsidRDefault="007D3293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A08F0FB" w14:textId="77777777" w:rsidR="007D3293" w:rsidRDefault="007D3293">
            <w:pPr>
              <w:widowControl/>
              <w:jc w:val="left"/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11BFAC" w14:textId="77777777" w:rsidR="007D3293" w:rsidRDefault="007D3293">
            <w:pPr>
              <w:widowControl/>
              <w:jc w:val="left"/>
              <w:rPr>
                <w:sz w:val="18"/>
              </w:rPr>
            </w:pPr>
          </w:p>
        </w:tc>
      </w:tr>
      <w:tr w:rsidR="007D3293" w14:paraId="74E1A193" w14:textId="77777777">
        <w:trPr>
          <w:cantSplit/>
          <w:trHeight w:val="345"/>
        </w:trPr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834AF" w14:textId="77777777" w:rsidR="007D3293" w:rsidRDefault="007E01CD">
            <w:pPr>
              <w:jc w:val="center"/>
            </w:pPr>
            <w:r>
              <w:t>9</w:t>
            </w:r>
          </w:p>
        </w:tc>
        <w:tc>
          <w:tcPr>
            <w:tcW w:w="1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0A214D" w14:textId="77777777" w:rsidR="007D3293" w:rsidRDefault="007D3293">
            <w:pPr>
              <w:jc w:val="center"/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AC4709" w14:textId="77777777" w:rsidR="007D3293" w:rsidRDefault="007D3293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2E09B8" w14:textId="77777777" w:rsidR="007D3293" w:rsidRDefault="007D3293">
            <w:pPr>
              <w:widowControl/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837D5CC" w14:textId="77777777" w:rsidR="007D3293" w:rsidRDefault="007D3293">
            <w:pPr>
              <w:widowControl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11D9EA" w14:textId="77777777" w:rsidR="007D3293" w:rsidRDefault="007D3293">
            <w:pPr>
              <w:widowControl/>
              <w:jc w:val="center"/>
            </w:pPr>
          </w:p>
        </w:tc>
      </w:tr>
      <w:tr w:rsidR="007D3293" w14:paraId="64388215" w14:textId="77777777">
        <w:trPr>
          <w:cantSplit/>
          <w:trHeight w:val="345"/>
        </w:trPr>
        <w:tc>
          <w:tcPr>
            <w:tcW w:w="94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F006DC1" w14:textId="77777777" w:rsidR="007D3293" w:rsidRDefault="007E01CD">
            <w:pPr>
              <w:jc w:val="center"/>
            </w:pPr>
            <w:r>
              <w:t>10</w:t>
            </w:r>
          </w:p>
        </w:tc>
        <w:tc>
          <w:tcPr>
            <w:tcW w:w="181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7F4794" w14:textId="77777777" w:rsidR="007D3293" w:rsidRDefault="007D3293">
            <w:pPr>
              <w:widowControl/>
              <w:jc w:val="left"/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E9B0AA" w14:textId="77777777" w:rsidR="007D3293" w:rsidRDefault="007D3293">
            <w:pPr>
              <w:widowControl/>
              <w:jc w:val="left"/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B3092" w14:textId="77777777" w:rsidR="007D3293" w:rsidRDefault="007D3293">
            <w:pPr>
              <w:widowControl/>
              <w:jc w:val="left"/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F2F71B" w14:textId="77777777" w:rsidR="007D3293" w:rsidRDefault="007D3293">
            <w:pPr>
              <w:widowControl/>
              <w:jc w:val="left"/>
            </w:pP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FE84C6" w14:textId="77777777" w:rsidR="007D3293" w:rsidRDefault="007D3293">
            <w:pPr>
              <w:widowControl/>
              <w:jc w:val="left"/>
            </w:pPr>
          </w:p>
        </w:tc>
      </w:tr>
    </w:tbl>
    <w:p w14:paraId="66E35DE2" w14:textId="77777777" w:rsidR="007D3293" w:rsidRDefault="007D3293">
      <w:pPr>
        <w:spacing w:line="60" w:lineRule="auto"/>
        <w:rPr>
          <w:sz w:val="18"/>
        </w:rPr>
      </w:pPr>
    </w:p>
    <w:p w14:paraId="4FF27710" w14:textId="77777777" w:rsidR="0000798A" w:rsidRDefault="007E01CD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           </w:t>
      </w:r>
    </w:p>
    <w:p w14:paraId="3B95836A" w14:textId="57F4D3E5" w:rsidR="007D3293" w:rsidRDefault="0000798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</w:t>
      </w:r>
      <w:r>
        <w:rPr>
          <w:b/>
          <w:sz w:val="44"/>
          <w:szCs w:val="44"/>
        </w:rPr>
        <w:t xml:space="preserve">              </w:t>
      </w:r>
      <w:r w:rsidR="007E01CD">
        <w:rPr>
          <w:rFonts w:hint="eastAsia"/>
          <w:b/>
          <w:sz w:val="32"/>
          <w:szCs w:val="32"/>
        </w:rPr>
        <w:t>导师签章</w:t>
      </w:r>
      <w:r w:rsidR="007E01CD">
        <w:rPr>
          <w:rFonts w:hint="eastAsia"/>
          <w:b/>
          <w:sz w:val="44"/>
          <w:szCs w:val="44"/>
        </w:rPr>
        <w:t>：</w:t>
      </w:r>
    </w:p>
    <w:p w14:paraId="71DF4AF4" w14:textId="77777777" w:rsidR="007D3293" w:rsidRDefault="007E01CD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        </w:t>
      </w:r>
      <w:r>
        <w:rPr>
          <w:rFonts w:hint="eastAsia"/>
          <w:b/>
          <w:sz w:val="32"/>
          <w:szCs w:val="32"/>
        </w:rPr>
        <w:t>日期：</w:t>
      </w:r>
    </w:p>
    <w:sectPr w:rsidR="007D3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D0C01" w14:textId="77777777" w:rsidR="00E92627" w:rsidRDefault="00E92627" w:rsidP="00CD3BC4">
      <w:r>
        <w:separator/>
      </w:r>
    </w:p>
  </w:endnote>
  <w:endnote w:type="continuationSeparator" w:id="0">
    <w:p w14:paraId="4D3B1845" w14:textId="77777777" w:rsidR="00E92627" w:rsidRDefault="00E92627" w:rsidP="00CD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E70912" w14:textId="77777777" w:rsidR="00E92627" w:rsidRDefault="00E92627" w:rsidP="00CD3BC4">
      <w:r>
        <w:separator/>
      </w:r>
    </w:p>
  </w:footnote>
  <w:footnote w:type="continuationSeparator" w:id="0">
    <w:p w14:paraId="3217D3EC" w14:textId="77777777" w:rsidR="00E92627" w:rsidRDefault="00E92627" w:rsidP="00CD3B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88823DF"/>
    <w:rsid w:val="0000798A"/>
    <w:rsid w:val="002F3CCB"/>
    <w:rsid w:val="00597287"/>
    <w:rsid w:val="007D3293"/>
    <w:rsid w:val="007E01CD"/>
    <w:rsid w:val="00A65F27"/>
    <w:rsid w:val="00AD1EF9"/>
    <w:rsid w:val="00CD3BC4"/>
    <w:rsid w:val="00E92627"/>
    <w:rsid w:val="303E2DB7"/>
    <w:rsid w:val="488823D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7AAFCA"/>
  <w15:docId w15:val="{2327A71A-E410-4E39-A4E3-587930225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3B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D3BC4"/>
    <w:rPr>
      <w:kern w:val="2"/>
      <w:sz w:val="18"/>
      <w:szCs w:val="18"/>
    </w:rPr>
  </w:style>
  <w:style w:type="paragraph" w:styleId="a5">
    <w:name w:val="footer"/>
    <w:basedOn w:val="a"/>
    <w:link w:val="a6"/>
    <w:rsid w:val="00CD3B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D3BC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1016;&#31185;&#21531;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刘科君</dc:creator>
  <cp:lastModifiedBy>chao run</cp:lastModifiedBy>
  <cp:revision>3</cp:revision>
  <cp:lastPrinted>2018-09-28T07:39:00Z</cp:lastPrinted>
  <dcterms:created xsi:type="dcterms:W3CDTF">2021-01-11T07:07:00Z</dcterms:created>
  <dcterms:modified xsi:type="dcterms:W3CDTF">2021-01-11T07:07:00Z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